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0E8ECDF" w14:textId="77777777" w:rsidTr="00987DB5">
        <w:tc>
          <w:tcPr>
            <w:tcW w:w="9498" w:type="dxa"/>
          </w:tcPr>
          <w:p w14:paraId="20E8ECDA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0E8ECF7" wp14:editId="20E8ECF8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E8ECDB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20E8ECDC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20E8ECDD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20E8ECD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0E8ECE0" w14:textId="68EBB6D6" w:rsidR="00AE5C63" w:rsidRPr="007013D2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013D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A75A91">
            <w:rPr>
              <w:rFonts w:ascii="Times New Roman" w:hAnsi="Times New Roman"/>
              <w:sz w:val="28"/>
              <w:szCs w:val="28"/>
            </w:rPr>
            <w:t>01 сентября 2025 года</w:t>
          </w:r>
        </w:sdtContent>
      </w:sdt>
      <w:r w:rsidRPr="007013D2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A75A91" w:rsidRPr="00A75A91">
            <w:rPr>
              <w:rFonts w:ascii="Times New Roman" w:hAnsi="Times New Roman"/>
              <w:sz w:val="28"/>
              <w:szCs w:val="28"/>
            </w:rPr>
            <w:t>154</w:t>
          </w:r>
        </w:sdtContent>
      </w:sdt>
    </w:p>
    <w:p w14:paraId="20E8ECE1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25EEFF08" w14:textId="77777777" w:rsidR="00926F34" w:rsidRDefault="001E4001" w:rsidP="00926F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26F34">
        <w:rPr>
          <w:rFonts w:ascii="Times New Roman" w:hAnsi="Times New Roman"/>
          <w:b/>
          <w:sz w:val="28"/>
          <w:szCs w:val="28"/>
        </w:rPr>
        <w:t>О создании рабо</w:t>
      </w:r>
      <w:r w:rsidR="00926F34">
        <w:rPr>
          <w:rFonts w:ascii="Times New Roman" w:hAnsi="Times New Roman"/>
          <w:b/>
          <w:sz w:val="28"/>
          <w:szCs w:val="28"/>
        </w:rPr>
        <w:t>чей группы по вопросам оказания</w:t>
      </w:r>
    </w:p>
    <w:p w14:paraId="1882CCF7" w14:textId="77777777" w:rsidR="00926F34" w:rsidRDefault="001E4001" w:rsidP="00926F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26F34">
        <w:rPr>
          <w:rFonts w:ascii="Times New Roman" w:hAnsi="Times New Roman"/>
          <w:b/>
          <w:sz w:val="28"/>
          <w:szCs w:val="28"/>
        </w:rPr>
        <w:t>имущественной поддержки субъектам малого и</w:t>
      </w:r>
      <w:r w:rsidR="00EA10C5" w:rsidRPr="00926F34">
        <w:rPr>
          <w:rFonts w:ascii="Times New Roman" w:hAnsi="Times New Roman"/>
          <w:b/>
          <w:sz w:val="28"/>
          <w:szCs w:val="28"/>
        </w:rPr>
        <w:t xml:space="preserve"> среднего предпринимательства в </w:t>
      </w:r>
      <w:r w:rsidRPr="00926F34">
        <w:rPr>
          <w:rFonts w:ascii="Times New Roman" w:hAnsi="Times New Roman"/>
          <w:b/>
          <w:sz w:val="28"/>
          <w:szCs w:val="28"/>
        </w:rPr>
        <w:t>муниципальном образовани</w:t>
      </w:r>
      <w:r w:rsidR="00EA10C5" w:rsidRPr="00926F34">
        <w:rPr>
          <w:rFonts w:ascii="Times New Roman" w:hAnsi="Times New Roman"/>
          <w:b/>
          <w:sz w:val="28"/>
          <w:szCs w:val="28"/>
        </w:rPr>
        <w:t>и</w:t>
      </w:r>
    </w:p>
    <w:p w14:paraId="20E8ECE3" w14:textId="6CFDCE1C" w:rsidR="00185FEC" w:rsidRPr="00926F34" w:rsidRDefault="001E4001" w:rsidP="00926F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26F34">
        <w:rPr>
          <w:rFonts w:ascii="Times New Roman" w:hAnsi="Times New Roman"/>
          <w:b/>
          <w:sz w:val="28"/>
          <w:szCs w:val="28"/>
        </w:rPr>
        <w:t>Ногликский муниципальный округ Сахалинской области</w:t>
      </w:r>
    </w:p>
    <w:p w14:paraId="1F0E5D70" w14:textId="77777777" w:rsidR="00A17136" w:rsidRDefault="00A17136" w:rsidP="00926F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23BAADC" w14:textId="0FF5B828" w:rsidR="00454D3A" w:rsidRPr="00926F34" w:rsidRDefault="00454D3A" w:rsidP="0092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6F34">
        <w:rPr>
          <w:rFonts w:ascii="Times New Roman" w:hAnsi="Times New Roman"/>
          <w:sz w:val="28"/>
          <w:szCs w:val="28"/>
        </w:rPr>
        <w:t xml:space="preserve">В целях оказания имущественной поддержки субъектам малого </w:t>
      </w:r>
      <w:r w:rsidR="00926F34" w:rsidRPr="00926F34">
        <w:rPr>
          <w:rFonts w:ascii="Times New Roman" w:hAnsi="Times New Roman"/>
          <w:sz w:val="28"/>
          <w:szCs w:val="28"/>
        </w:rPr>
        <w:br/>
      </w:r>
      <w:r w:rsidRPr="00926F34">
        <w:rPr>
          <w:rFonts w:ascii="Times New Roman" w:hAnsi="Times New Roman"/>
          <w:sz w:val="28"/>
          <w:szCs w:val="28"/>
        </w:rPr>
        <w:t>и среднего предпринимательства на территории муниципального образования Ногликский муниципальный округ Сахалинской области и организации взаимодействия с органом исполнительной власти Сахалинской области, муниципальными учреждениями, предприятиями и иными организациями,</w:t>
      </w:r>
      <w:r w:rsidRPr="00926F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26F34" w:rsidRPr="00926F34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26F34">
        <w:rPr>
          <w:rFonts w:ascii="Times New Roman" w:hAnsi="Times New Roman"/>
          <w:sz w:val="28"/>
          <w:szCs w:val="28"/>
        </w:rPr>
        <w:t>в соответствии с Федеральным закон</w:t>
      </w:r>
      <w:hyperlink r:id="rId8" w:history="1">
        <w:r w:rsidRPr="00926F34">
          <w:rPr>
            <w:rFonts w:ascii="Times New Roman" w:hAnsi="Times New Roman"/>
            <w:sz w:val="28"/>
            <w:szCs w:val="28"/>
          </w:rPr>
          <w:t>ом</w:t>
        </w:r>
      </w:hyperlink>
      <w:r w:rsidRPr="00926F34">
        <w:rPr>
          <w:rFonts w:ascii="Times New Roman" w:hAnsi="Times New Roman"/>
          <w:sz w:val="28"/>
          <w:szCs w:val="28"/>
        </w:rPr>
        <w:t xml:space="preserve"> от 24</w:t>
      </w:r>
      <w:r w:rsidR="00926F34" w:rsidRPr="00926F34">
        <w:rPr>
          <w:rFonts w:ascii="Times New Roman" w:hAnsi="Times New Roman"/>
          <w:sz w:val="28"/>
          <w:szCs w:val="28"/>
        </w:rPr>
        <w:t>.07.</w:t>
      </w:r>
      <w:r w:rsidRPr="00926F34">
        <w:rPr>
          <w:rFonts w:ascii="Times New Roman" w:hAnsi="Times New Roman"/>
          <w:sz w:val="28"/>
          <w:szCs w:val="28"/>
        </w:rPr>
        <w:t xml:space="preserve">2007 № 209-ФЗ </w:t>
      </w:r>
      <w:r w:rsidR="00926F34" w:rsidRPr="00926F34">
        <w:rPr>
          <w:rFonts w:ascii="Times New Roman" w:hAnsi="Times New Roman"/>
          <w:sz w:val="28"/>
          <w:szCs w:val="28"/>
        </w:rPr>
        <w:br/>
      </w:r>
      <w:r w:rsidRPr="00926F34">
        <w:rPr>
          <w:rFonts w:ascii="Times New Roman" w:hAnsi="Times New Roman"/>
          <w:sz w:val="28"/>
          <w:szCs w:val="28"/>
        </w:rPr>
        <w:t xml:space="preserve">«О развитии малого и среднего предпринимательства в Российской Федерации», </w:t>
      </w:r>
      <w:r w:rsidRPr="00926F34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ст. 28 Устава муниципального образования </w:t>
      </w:r>
      <w:r w:rsidRPr="00926F34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926F3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926F34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ПОСТАНОВЛЯЮ:</w:t>
      </w:r>
    </w:p>
    <w:p w14:paraId="66168AD8" w14:textId="4FD3B4AA" w:rsidR="00454D3A" w:rsidRPr="00926F34" w:rsidRDefault="00FD3150" w:rsidP="00926F34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26F34" w:rsidRPr="00926F34">
        <w:rPr>
          <w:rFonts w:ascii="Times New Roman" w:hAnsi="Times New Roman" w:cs="Times New Roman"/>
          <w:sz w:val="28"/>
          <w:szCs w:val="28"/>
        </w:rPr>
        <w:t xml:space="preserve">. </w:t>
      </w:r>
      <w:r w:rsidR="00454D3A" w:rsidRPr="00926F34">
        <w:rPr>
          <w:rFonts w:ascii="Times New Roman" w:hAnsi="Times New Roman" w:cs="Times New Roman"/>
          <w:sz w:val="28"/>
          <w:szCs w:val="28"/>
        </w:rPr>
        <w:t xml:space="preserve">Создать рабочую группу по вопросам оказания имущественной поддержки субъектам малого и среднего предпринимательства </w:t>
      </w:r>
      <w:r w:rsidR="007013D2">
        <w:rPr>
          <w:rFonts w:ascii="Times New Roman" w:hAnsi="Times New Roman" w:cs="Times New Roman"/>
          <w:sz w:val="28"/>
          <w:szCs w:val="28"/>
        </w:rPr>
        <w:br/>
      </w:r>
      <w:r w:rsidR="00EA10C5" w:rsidRPr="00926F34">
        <w:rPr>
          <w:rFonts w:ascii="Times New Roman" w:hAnsi="Times New Roman" w:cs="Times New Roman"/>
          <w:sz w:val="28"/>
          <w:szCs w:val="28"/>
        </w:rPr>
        <w:t xml:space="preserve">в </w:t>
      </w:r>
      <w:r w:rsidR="00454D3A" w:rsidRPr="00926F34">
        <w:rPr>
          <w:rFonts w:ascii="Times New Roman" w:hAnsi="Times New Roman" w:cs="Times New Roman"/>
          <w:sz w:val="28"/>
          <w:szCs w:val="28"/>
        </w:rPr>
        <w:t xml:space="preserve">муниципальном образовании Ногликский муниципальный округ Сахалинской области (далее </w:t>
      </w:r>
      <w:r w:rsidR="007013D2">
        <w:rPr>
          <w:rFonts w:ascii="Times New Roman" w:hAnsi="Times New Roman" w:cs="Times New Roman"/>
          <w:sz w:val="28"/>
          <w:szCs w:val="28"/>
        </w:rPr>
        <w:t>-</w:t>
      </w:r>
      <w:r w:rsidR="00454D3A" w:rsidRPr="00926F34">
        <w:rPr>
          <w:rFonts w:ascii="Times New Roman" w:hAnsi="Times New Roman" w:cs="Times New Roman"/>
          <w:sz w:val="28"/>
          <w:szCs w:val="28"/>
        </w:rPr>
        <w:t xml:space="preserve"> рабочая группа) в составе</w:t>
      </w:r>
      <w:r w:rsidR="004F5877">
        <w:rPr>
          <w:rFonts w:ascii="Times New Roman" w:hAnsi="Times New Roman" w:cs="Times New Roman"/>
          <w:sz w:val="28"/>
          <w:szCs w:val="28"/>
        </w:rPr>
        <w:t>,</w:t>
      </w:r>
      <w:r w:rsidR="00454D3A" w:rsidRPr="00926F34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7013D2">
        <w:rPr>
          <w:rFonts w:ascii="Times New Roman" w:hAnsi="Times New Roman" w:cs="Times New Roman"/>
          <w:sz w:val="28"/>
          <w:szCs w:val="28"/>
        </w:rPr>
        <w:br/>
        <w:t xml:space="preserve">приложению </w:t>
      </w:r>
      <w:r>
        <w:rPr>
          <w:rFonts w:ascii="Times New Roman" w:hAnsi="Times New Roman" w:cs="Times New Roman"/>
          <w:sz w:val="28"/>
          <w:szCs w:val="28"/>
        </w:rPr>
        <w:t>1</w:t>
      </w:r>
      <w:r w:rsidR="007013D2">
        <w:rPr>
          <w:rFonts w:ascii="Times New Roman" w:hAnsi="Times New Roman" w:cs="Times New Roman"/>
          <w:sz w:val="28"/>
          <w:szCs w:val="28"/>
        </w:rPr>
        <w:t>.</w:t>
      </w:r>
    </w:p>
    <w:p w14:paraId="13C4FC66" w14:textId="6CF20211" w:rsidR="00FD3150" w:rsidRPr="00926F34" w:rsidRDefault="00FD3150" w:rsidP="00FD3150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26F34">
        <w:rPr>
          <w:rFonts w:ascii="Times New Roman" w:hAnsi="Times New Roman" w:cs="Times New Roman"/>
          <w:sz w:val="28"/>
          <w:szCs w:val="28"/>
        </w:rPr>
        <w:t>. Утвердить Положение о рабочей группе</w:t>
      </w:r>
      <w:r w:rsidR="00095F5B">
        <w:rPr>
          <w:rFonts w:ascii="Times New Roman" w:hAnsi="Times New Roman" w:cs="Times New Roman"/>
          <w:sz w:val="28"/>
          <w:szCs w:val="28"/>
        </w:rPr>
        <w:t>,</w:t>
      </w:r>
      <w:r w:rsidRPr="00926F34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26F34">
        <w:rPr>
          <w:rFonts w:ascii="Times New Roman" w:hAnsi="Times New Roman" w:cs="Times New Roman"/>
          <w:sz w:val="28"/>
          <w:szCs w:val="28"/>
        </w:rPr>
        <w:t>.</w:t>
      </w:r>
    </w:p>
    <w:p w14:paraId="1BB85B35" w14:textId="734B24AB" w:rsidR="00542345" w:rsidRPr="00926F34" w:rsidRDefault="00926F34" w:rsidP="00926F34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F34">
        <w:rPr>
          <w:rFonts w:ascii="Times New Roman" w:hAnsi="Times New Roman" w:cs="Times New Roman"/>
          <w:sz w:val="28"/>
          <w:szCs w:val="28"/>
        </w:rPr>
        <w:t xml:space="preserve">3. </w:t>
      </w:r>
      <w:r w:rsidR="00542345" w:rsidRPr="00926F34">
        <w:rPr>
          <w:rFonts w:ascii="Times New Roman" w:hAnsi="Times New Roman" w:cs="Times New Roman"/>
          <w:sz w:val="28"/>
          <w:szCs w:val="28"/>
        </w:rPr>
        <w:t xml:space="preserve">Считать утратившими силу </w:t>
      </w:r>
      <w:r w:rsidR="008A3EBB" w:rsidRPr="00926F34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542345" w:rsidRPr="00926F34">
        <w:rPr>
          <w:rFonts w:ascii="Times New Roman" w:hAnsi="Times New Roman" w:cs="Times New Roman"/>
          <w:sz w:val="28"/>
          <w:szCs w:val="28"/>
        </w:rPr>
        <w:t xml:space="preserve">постановления мэра </w:t>
      </w:r>
      <w:r w:rsidR="008A3EBB" w:rsidRPr="00926F34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Ногликский»:</w:t>
      </w:r>
    </w:p>
    <w:p w14:paraId="1CEBE501" w14:textId="70618F61" w:rsidR="008A3EBB" w:rsidRPr="00926F34" w:rsidRDefault="008A3EBB" w:rsidP="0092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6F34">
        <w:rPr>
          <w:rFonts w:ascii="Times New Roman" w:hAnsi="Times New Roman"/>
          <w:sz w:val="28"/>
          <w:szCs w:val="28"/>
        </w:rPr>
        <w:t>- от 19.10.2020 № 156 «О создании рабочей группы по вопросам оказания имущественной поддержки субъектам малого и среднего предпринимательства в муниципальном образовании «Городской округ Ногликский»;</w:t>
      </w:r>
    </w:p>
    <w:p w14:paraId="69C65CF8" w14:textId="7D218BA8" w:rsidR="008A3EBB" w:rsidRPr="00926F34" w:rsidRDefault="008A3EBB" w:rsidP="0092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6F34">
        <w:rPr>
          <w:rFonts w:ascii="Times New Roman" w:hAnsi="Times New Roman"/>
          <w:sz w:val="28"/>
          <w:szCs w:val="28"/>
        </w:rPr>
        <w:lastRenderedPageBreak/>
        <w:t xml:space="preserve">- от 17.06.2021 № 119 «О внесении изменений в постановление мэра муниципального образования «Городской округ Ногликский» от 19.10.2020 </w:t>
      </w:r>
      <w:r w:rsidR="007013D2">
        <w:rPr>
          <w:rFonts w:ascii="Times New Roman" w:hAnsi="Times New Roman"/>
          <w:sz w:val="28"/>
          <w:szCs w:val="28"/>
        </w:rPr>
        <w:br/>
      </w:r>
      <w:r w:rsidRPr="00926F34">
        <w:rPr>
          <w:rFonts w:ascii="Times New Roman" w:hAnsi="Times New Roman"/>
          <w:sz w:val="28"/>
          <w:szCs w:val="28"/>
        </w:rPr>
        <w:t>№ 156»;</w:t>
      </w:r>
    </w:p>
    <w:p w14:paraId="120E3BFE" w14:textId="1089190D" w:rsidR="008A3EBB" w:rsidRPr="00926F34" w:rsidRDefault="008A3EBB" w:rsidP="0092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6F34">
        <w:rPr>
          <w:rFonts w:ascii="Times New Roman" w:hAnsi="Times New Roman"/>
          <w:sz w:val="28"/>
          <w:szCs w:val="28"/>
        </w:rPr>
        <w:t xml:space="preserve">- от 28.07.2022 № 121 «О внесении изменений в постановление мэра муниципального образования «Городской округ Ногликский» от 19.10.2020 </w:t>
      </w:r>
      <w:r w:rsidR="007013D2">
        <w:rPr>
          <w:rFonts w:ascii="Times New Roman" w:hAnsi="Times New Roman"/>
          <w:sz w:val="28"/>
          <w:szCs w:val="28"/>
        </w:rPr>
        <w:br/>
      </w:r>
      <w:r w:rsidRPr="00926F34">
        <w:rPr>
          <w:rFonts w:ascii="Times New Roman" w:hAnsi="Times New Roman"/>
          <w:sz w:val="28"/>
          <w:szCs w:val="28"/>
        </w:rPr>
        <w:t>№ 156»;</w:t>
      </w:r>
    </w:p>
    <w:p w14:paraId="2A055F9E" w14:textId="681112C8" w:rsidR="008A3EBB" w:rsidRPr="00926F34" w:rsidRDefault="008A3EBB" w:rsidP="0092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6F34">
        <w:rPr>
          <w:rFonts w:ascii="Times New Roman" w:hAnsi="Times New Roman"/>
          <w:sz w:val="28"/>
          <w:szCs w:val="28"/>
        </w:rPr>
        <w:t>- от 22.09.2022 № 184 «О внесении изменений в постановление мэра муниципального образования «Городской округ Ногликский» от 19 октября 2020 года № 156 (в редакции от 17.06.2021 № 119)»;</w:t>
      </w:r>
    </w:p>
    <w:p w14:paraId="184B0663" w14:textId="08AFF789" w:rsidR="008A3EBB" w:rsidRPr="00926F34" w:rsidRDefault="008A3EBB" w:rsidP="0092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6F34">
        <w:rPr>
          <w:rFonts w:ascii="Times New Roman" w:hAnsi="Times New Roman"/>
          <w:sz w:val="28"/>
          <w:szCs w:val="28"/>
        </w:rPr>
        <w:t>- от 09.09.2024 № 144 «О внесении изменений в постановление мэра муниципального образования «Городской округ Ногликский» от 19 октября 2020 года № 156»;</w:t>
      </w:r>
    </w:p>
    <w:p w14:paraId="73674EFD" w14:textId="59F1B3AA" w:rsidR="00454D3A" w:rsidRPr="00926F34" w:rsidRDefault="00926F34" w:rsidP="00926F34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6F34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="00454D3A" w:rsidRPr="00926F34">
        <w:rPr>
          <w:rFonts w:ascii="Times New Roman" w:eastAsia="Times New Roman" w:hAnsi="Times New Roman"/>
          <w:sz w:val="28"/>
          <w:szCs w:val="28"/>
          <w:lang w:eastAsia="ru-RU"/>
        </w:rPr>
        <w:t xml:space="preserve">Опубликовать настоящее постановление в газете «Знамя труда» </w:t>
      </w:r>
      <w:r w:rsidR="00454D3A" w:rsidRPr="00926F34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и разместить на официальном сайте муниципального образования </w:t>
      </w:r>
      <w:r w:rsidR="00454D3A" w:rsidRPr="00926F34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="00454D3A" w:rsidRPr="00926F34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14:paraId="20E8ECED" w14:textId="6D980C6C" w:rsidR="008629FA" w:rsidRPr="00926F34" w:rsidRDefault="00926F34" w:rsidP="00926F34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F34">
        <w:rPr>
          <w:rFonts w:ascii="Times New Roman" w:hAnsi="Times New Roman" w:cs="Times New Roman"/>
          <w:sz w:val="28"/>
          <w:szCs w:val="28"/>
        </w:rPr>
        <w:t xml:space="preserve">4. </w:t>
      </w:r>
      <w:r w:rsidR="00454D3A" w:rsidRPr="00926F34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</w:t>
      </w:r>
      <w:r w:rsidR="00454D3A" w:rsidRPr="00926F3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54D3A" w:rsidRPr="00926F34">
        <w:rPr>
          <w:rFonts w:ascii="Times New Roman" w:hAnsi="Times New Roman" w:cs="Times New Roman"/>
          <w:sz w:val="28"/>
          <w:szCs w:val="28"/>
        </w:rPr>
        <w:t xml:space="preserve">оставляю </w:t>
      </w:r>
      <w:r w:rsidR="007013D2">
        <w:rPr>
          <w:rFonts w:ascii="Times New Roman" w:hAnsi="Times New Roman" w:cs="Times New Roman"/>
          <w:sz w:val="28"/>
          <w:szCs w:val="28"/>
        </w:rPr>
        <w:br/>
      </w:r>
      <w:r w:rsidR="00454D3A" w:rsidRPr="00926F34">
        <w:rPr>
          <w:rFonts w:ascii="Times New Roman" w:hAnsi="Times New Roman" w:cs="Times New Roman"/>
          <w:sz w:val="28"/>
          <w:szCs w:val="28"/>
        </w:rPr>
        <w:t>за собой</w:t>
      </w:r>
      <w:r w:rsidR="00454D3A" w:rsidRPr="00926F34">
        <w:rPr>
          <w:rFonts w:ascii="Times New Roman" w:hAnsi="Times New Roman" w:cs="Times New Roman"/>
          <w:i/>
          <w:sz w:val="28"/>
          <w:szCs w:val="28"/>
        </w:rPr>
        <w:t>.</w:t>
      </w:r>
    </w:p>
    <w:p w14:paraId="15AC151E" w14:textId="552E3839" w:rsidR="00454D3A" w:rsidRDefault="00454D3A" w:rsidP="00926F34">
      <w:pPr>
        <w:pStyle w:val="a9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692FD678" w14:textId="77777777" w:rsidR="00A17136" w:rsidRDefault="00A17136" w:rsidP="00926F34">
      <w:pPr>
        <w:pStyle w:val="a9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013D2" w14:paraId="6EECEEAB" w14:textId="77777777" w:rsidTr="007D5262">
        <w:tc>
          <w:tcPr>
            <w:tcW w:w="4672" w:type="dxa"/>
          </w:tcPr>
          <w:p w14:paraId="508EAFAF" w14:textId="69093B98" w:rsidR="007013D2" w:rsidRPr="00EB3990" w:rsidRDefault="00A75A91" w:rsidP="007D5262">
            <w:pPr>
              <w:spacing w:after="0" w:line="240" w:lineRule="auto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Мэр</w:t>
            </w:r>
            <w:r w:rsidR="007013D2">
              <w:rPr>
                <w:rFonts w:cs="Arial"/>
                <w:sz w:val="28"/>
                <w:szCs w:val="28"/>
              </w:rPr>
              <w:t xml:space="preserve"> муниципального образования Ногликский муниципальный округ Сахалинской области</w:t>
            </w:r>
          </w:p>
        </w:tc>
        <w:tc>
          <w:tcPr>
            <w:tcW w:w="4672" w:type="dxa"/>
          </w:tcPr>
          <w:p w14:paraId="0CF6B21B" w14:textId="77777777" w:rsidR="007013D2" w:rsidRDefault="007013D2" w:rsidP="007D5262">
            <w:pPr>
              <w:spacing w:after="0" w:line="240" w:lineRule="auto"/>
              <w:jc w:val="right"/>
              <w:rPr>
                <w:rFonts w:cs="Arial"/>
                <w:sz w:val="28"/>
                <w:szCs w:val="28"/>
              </w:rPr>
            </w:pPr>
          </w:p>
          <w:p w14:paraId="6F1B6E01" w14:textId="77777777" w:rsidR="007013D2" w:rsidRDefault="007013D2" w:rsidP="007D5262">
            <w:pPr>
              <w:spacing w:after="0" w:line="240" w:lineRule="auto"/>
              <w:jc w:val="right"/>
              <w:rPr>
                <w:rFonts w:cs="Arial"/>
                <w:sz w:val="28"/>
                <w:szCs w:val="28"/>
              </w:rPr>
            </w:pPr>
          </w:p>
          <w:p w14:paraId="6CE02B60" w14:textId="2AE56762" w:rsidR="007013D2" w:rsidRDefault="00A75A91" w:rsidP="007D5262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С.В. Гурьянов</w:t>
            </w:r>
            <w:bookmarkStart w:id="0" w:name="_GoBack"/>
            <w:bookmarkEnd w:id="0"/>
          </w:p>
        </w:tc>
      </w:tr>
    </w:tbl>
    <w:p w14:paraId="20E8ECF6" w14:textId="77777777" w:rsidR="008629FA" w:rsidRPr="008629FA" w:rsidRDefault="008629FA" w:rsidP="007013D2">
      <w:pPr>
        <w:pStyle w:val="a9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926F34">
      <w:headerReference w:type="default" r:id="rId9"/>
      <w:pgSz w:w="11906" w:h="16838"/>
      <w:pgMar w:top="1276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E8ECFB" w14:textId="77777777" w:rsidR="001E4001" w:rsidRDefault="001E4001" w:rsidP="00AE5C63">
      <w:pPr>
        <w:spacing w:after="0" w:line="240" w:lineRule="auto"/>
      </w:pPr>
      <w:r>
        <w:separator/>
      </w:r>
    </w:p>
  </w:endnote>
  <w:endnote w:type="continuationSeparator" w:id="0">
    <w:p w14:paraId="20E8ECFC" w14:textId="77777777" w:rsidR="001E4001" w:rsidRDefault="001E4001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E8ECF9" w14:textId="77777777" w:rsidR="001E4001" w:rsidRDefault="001E4001" w:rsidP="00AE5C63">
      <w:pPr>
        <w:spacing w:after="0" w:line="240" w:lineRule="auto"/>
      </w:pPr>
      <w:r>
        <w:separator/>
      </w:r>
    </w:p>
  </w:footnote>
  <w:footnote w:type="continuationSeparator" w:id="0">
    <w:p w14:paraId="20E8ECFA" w14:textId="77777777" w:rsidR="001E4001" w:rsidRDefault="001E4001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4024375"/>
      <w:docPartObj>
        <w:docPartGallery w:val="Page Numbers (Top of Page)"/>
        <w:docPartUnique/>
      </w:docPartObj>
    </w:sdtPr>
    <w:sdtEndPr/>
    <w:sdtContent>
      <w:p w14:paraId="0B603946" w14:textId="71F1560D" w:rsidR="00926F34" w:rsidRDefault="00926F3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5A91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FE4397"/>
    <w:multiLevelType w:val="multilevel"/>
    <w:tmpl w:val="973E90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1369"/>
    <w:rsid w:val="00095F5B"/>
    <w:rsid w:val="00185FEC"/>
    <w:rsid w:val="001E1F9F"/>
    <w:rsid w:val="001E4001"/>
    <w:rsid w:val="002E5832"/>
    <w:rsid w:val="00364F8F"/>
    <w:rsid w:val="00442F08"/>
    <w:rsid w:val="00454D3A"/>
    <w:rsid w:val="004F5877"/>
    <w:rsid w:val="00520CBF"/>
    <w:rsid w:val="00542345"/>
    <w:rsid w:val="007013D2"/>
    <w:rsid w:val="007622F4"/>
    <w:rsid w:val="008276D6"/>
    <w:rsid w:val="008629FA"/>
    <w:rsid w:val="008A3EBB"/>
    <w:rsid w:val="00926F34"/>
    <w:rsid w:val="00987DB5"/>
    <w:rsid w:val="00A17136"/>
    <w:rsid w:val="00A75A91"/>
    <w:rsid w:val="00AC72C8"/>
    <w:rsid w:val="00AE5C63"/>
    <w:rsid w:val="00B10ED9"/>
    <w:rsid w:val="00B25688"/>
    <w:rsid w:val="00BA6CB9"/>
    <w:rsid w:val="00C02849"/>
    <w:rsid w:val="00C856E4"/>
    <w:rsid w:val="00D12794"/>
    <w:rsid w:val="00D67BD8"/>
    <w:rsid w:val="00DF7897"/>
    <w:rsid w:val="00E37B8A"/>
    <w:rsid w:val="00E609BC"/>
    <w:rsid w:val="00EA0EFF"/>
    <w:rsid w:val="00EA10C5"/>
    <w:rsid w:val="00FD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8ECD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54D3A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a">
    <w:name w:val="Balloon Text"/>
    <w:basedOn w:val="a"/>
    <w:link w:val="ab"/>
    <w:uiPriority w:val="99"/>
    <w:semiHidden/>
    <w:unhideWhenUsed/>
    <w:rsid w:val="00A75A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75A9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D1E0592579281721EF2EBF6F55A10543082951C063E9F32E5A3F29747T4bD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64FA"/>
    <w:rsid w:val="003B16D3"/>
    <w:rsid w:val="00432453"/>
    <w:rsid w:val="004B4044"/>
    <w:rsid w:val="00852E81"/>
    <w:rsid w:val="008C678B"/>
    <w:rsid w:val="00C95804"/>
    <w:rsid w:val="00CF735B"/>
    <w:rsid w:val="00E8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1F64FA"/>
    <w:rPr>
      <w:rFonts w:ascii="Calibri" w:eastAsia="Calibri" w:hAnsi="Calibri" w:cs="Times New Roman"/>
      <w:lang w:eastAsia="en-US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  <w:style w:type="paragraph" w:customStyle="1" w:styleId="2D56FF0250034A218C54BC225ABDF371">
    <w:name w:val="2D56FF0250034A218C54BC225ABDF371"/>
    <w:rsid w:val="003B16D3"/>
  </w:style>
  <w:style w:type="paragraph" w:customStyle="1" w:styleId="5A1B976EA28240D28616F1D21BA2B4CA">
    <w:name w:val="5A1B976EA28240D28616F1D21BA2B4CA"/>
    <w:rsid w:val="003B16D3"/>
  </w:style>
  <w:style w:type="paragraph" w:customStyle="1" w:styleId="13EF83C9F18F4B6285583DF8E3F54B77">
    <w:name w:val="13EF83C9F18F4B6285583DF8E3F54B77"/>
    <w:rsid w:val="003B16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50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15</cp:revision>
  <cp:lastPrinted>2025-09-01T08:45:00Z</cp:lastPrinted>
  <dcterms:created xsi:type="dcterms:W3CDTF">2020-04-07T04:54:00Z</dcterms:created>
  <dcterms:modified xsi:type="dcterms:W3CDTF">2025-09-01T08:45:00Z</dcterms:modified>
</cp:coreProperties>
</file>